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2253B66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A7C22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46C2FA9D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A7C2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A7C22">
        <w:rPr>
          <w:rFonts w:ascii="Corbel" w:hAnsi="Corbel"/>
          <w:sz w:val="20"/>
          <w:szCs w:val="20"/>
        </w:rPr>
        <w:t>2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E4B38" w:rsidR="00E03342" w:rsidRPr="00A244EC" w:rsidRDefault="00A244E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44E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2083AA3" w:rsidR="00015B8F" w:rsidRPr="009C54AE" w:rsidRDefault="00A244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1C3E335D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64F52C0A" w:rsidR="0085747A" w:rsidRPr="009C54AE" w:rsidRDefault="00A244EC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34ADD2C7" w:rsidR="00C61DC5" w:rsidRPr="009C54AE" w:rsidRDefault="00A244EC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D57DE" w14:textId="77777777" w:rsidR="005B6F84" w:rsidRDefault="005B6F84" w:rsidP="00C16ABF">
      <w:pPr>
        <w:spacing w:after="0" w:line="240" w:lineRule="auto"/>
      </w:pPr>
      <w:r>
        <w:separator/>
      </w:r>
    </w:p>
  </w:endnote>
  <w:endnote w:type="continuationSeparator" w:id="0">
    <w:p w14:paraId="6289B4B0" w14:textId="77777777" w:rsidR="005B6F84" w:rsidRDefault="005B6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7E44A" w14:textId="77777777" w:rsidR="005B6F84" w:rsidRDefault="005B6F84" w:rsidP="00C16ABF">
      <w:pPr>
        <w:spacing w:after="0" w:line="240" w:lineRule="auto"/>
      </w:pPr>
      <w:r>
        <w:separator/>
      </w:r>
    </w:p>
  </w:footnote>
  <w:footnote w:type="continuationSeparator" w:id="0">
    <w:p w14:paraId="1E1BB5C2" w14:textId="77777777" w:rsidR="005B6F84" w:rsidRDefault="005B6F8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1531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B6F84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A7C22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244EC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DD4C-32E6-4FF5-8B5A-BEF2A31ECB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910</Words>
  <Characters>5466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23</cp:revision>
  <cp:lastPrinted>2017-05-04T18:28:00Z</cp:lastPrinted>
  <dcterms:created xsi:type="dcterms:W3CDTF">2020-12-04T20:03:00Z</dcterms:created>
  <dcterms:modified xsi:type="dcterms:W3CDTF">2020-12-10T05:07:00Z</dcterms:modified>
</cp:coreProperties>
</file>